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835DF" w14:textId="78220E72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09199B">
        <w:rPr>
          <w:rFonts w:eastAsia="Times New Roman" w:cs="Times New Roman"/>
          <w:lang w:eastAsia="cs-CZ"/>
        </w:rPr>
        <w:t>5 Smlouvy</w:t>
      </w:r>
    </w:p>
    <w:p w14:paraId="3E278181" w14:textId="609114F1" w:rsidR="003C4FBB" w:rsidRDefault="00C3471C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Seznam členů realizačního týmu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2268"/>
        <w:gridCol w:w="2835"/>
        <w:gridCol w:w="3168"/>
      </w:tblGrid>
      <w:tr w:rsidR="0009199B" w:rsidRPr="00FD23CD" w14:paraId="7FCC5B05" w14:textId="77777777" w:rsidTr="005E10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9D1F19" w14:textId="77777777" w:rsidR="0009199B" w:rsidRPr="00D92F0A" w:rsidRDefault="0009199B" w:rsidP="005E1078">
            <w:pPr>
              <w:spacing w:after="240"/>
              <w:rPr>
                <w:rStyle w:val="Sil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DBED181" w14:textId="794FDDE3" w:rsidR="0009199B" w:rsidRPr="00D92F0A" w:rsidRDefault="0009199B" w:rsidP="005E1078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highlight w:val="green"/>
              </w:rPr>
            </w:pPr>
            <w:r w:rsidRPr="00D92F0A">
              <w:rPr>
                <w:rStyle w:val="Siln"/>
              </w:rPr>
              <w:t>Pozice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C783062" w14:textId="77777777" w:rsidR="0009199B" w:rsidRPr="00D92F0A" w:rsidRDefault="0009199B" w:rsidP="005E1078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highlight w:val="green"/>
              </w:rPr>
            </w:pPr>
            <w:r w:rsidRPr="00D92F0A">
              <w:rPr>
                <w:rStyle w:val="Siln"/>
              </w:rPr>
              <w:t>Kontaktní údaje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E4F65F" w14:textId="77777777" w:rsidR="0009199B" w:rsidRPr="00D92F0A" w:rsidRDefault="0009199B" w:rsidP="005E1078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highlight w:val="yellow"/>
              </w:rPr>
            </w:pPr>
            <w:r w:rsidRPr="00D92F0A">
              <w:rPr>
                <w:rStyle w:val="Siln"/>
              </w:rPr>
              <w:t xml:space="preserve">Činnosti prováděné členem </w:t>
            </w:r>
            <w:r>
              <w:rPr>
                <w:rStyle w:val="Siln"/>
              </w:rPr>
              <w:t>r</w:t>
            </w:r>
            <w:r w:rsidRPr="00D92F0A">
              <w:rPr>
                <w:rStyle w:val="Siln"/>
              </w:rPr>
              <w:t>ealizačního týmu</w:t>
            </w:r>
          </w:p>
        </w:tc>
      </w:tr>
      <w:tr w:rsidR="00B04D25" w:rsidRPr="00FD23CD" w14:paraId="0A0D3559" w14:textId="77777777" w:rsidTr="005E1078">
        <w:trPr>
          <w:trHeight w:val="24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CDE14" w14:textId="77777777" w:rsidR="00B04D25" w:rsidRPr="009A17D5" w:rsidRDefault="00B04D25" w:rsidP="00B04D25">
            <w:pPr>
              <w:rPr>
                <w:lang w:eastAsia="cs-CZ"/>
              </w:rPr>
            </w:pPr>
            <w:r>
              <w:rPr>
                <w:lang w:eastAsia="cs-CZ"/>
              </w:rPr>
              <w:t>1)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08A7F" w14:textId="77777777" w:rsidR="00B04D25" w:rsidRDefault="00B04D25" w:rsidP="00B04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 w:rsidRPr="009A17D5">
              <w:rPr>
                <w:lang w:eastAsia="cs-CZ"/>
              </w:rPr>
              <w:t>Projektový manažer</w:t>
            </w:r>
          </w:p>
          <w:p w14:paraId="537DECD2" w14:textId="77777777" w:rsidR="00B04D25" w:rsidRPr="000E5CAE" w:rsidRDefault="00B04D25" w:rsidP="00B04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32775" w14:textId="77777777" w:rsidR="00B04D25" w:rsidRPr="000E5CAE" w:rsidRDefault="00B04D25" w:rsidP="00B04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Jméno a příjmení:</w:t>
            </w:r>
          </w:p>
          <w:p w14:paraId="2B3D6DF3" w14:textId="77777777" w:rsidR="00B04D25" w:rsidRPr="000E5CAE" w:rsidRDefault="00B04D25" w:rsidP="00B04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D92F0A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6EAFD0D3" w14:textId="77777777" w:rsidR="00B04D25" w:rsidRPr="000E5CAE" w:rsidRDefault="00B04D25" w:rsidP="00B04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Telefon:</w:t>
            </w:r>
          </w:p>
          <w:p w14:paraId="69EB2EC7" w14:textId="77777777" w:rsidR="00B04D25" w:rsidRPr="000E5CAE" w:rsidRDefault="00B04D25" w:rsidP="00B04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val="de-AT" w:eastAsia="cs-CZ"/>
              </w:rPr>
            </w:pP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D92F0A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7E6E7982" w14:textId="77777777" w:rsidR="00B04D25" w:rsidRPr="000E5CAE" w:rsidRDefault="00B04D25" w:rsidP="00B04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E-mail:</w:t>
            </w:r>
          </w:p>
          <w:p w14:paraId="6F385BAC" w14:textId="77777777" w:rsidR="00B04D25" w:rsidRPr="000E5CAE" w:rsidRDefault="00B04D25" w:rsidP="00B04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highlight w:val="green"/>
                <w:lang w:val="de-AT" w:eastAsia="cs-CZ"/>
              </w:rPr>
              <w:t>[</w:t>
            </w:r>
            <w:r w:rsidRPr="00D92F0A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41CF" w14:textId="2AFCAA76" w:rsidR="00B04D25" w:rsidRPr="00C321C1" w:rsidRDefault="00B04D25" w:rsidP="00C321C1">
            <w:pPr>
              <w:spacing w:after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</w:rPr>
            </w:pPr>
            <w:r w:rsidRPr="00C321C1">
              <w:rPr>
                <w:rFonts w:asciiTheme="majorHAnsi" w:hAnsiTheme="majorHAnsi" w:cs="Calibri"/>
                <w:color w:val="000000"/>
              </w:rPr>
              <w:t xml:space="preserve">Hlavní kontakt mezi </w:t>
            </w:r>
            <w:r w:rsidR="00C321C1" w:rsidRPr="00C321C1">
              <w:rPr>
                <w:rFonts w:asciiTheme="majorHAnsi" w:hAnsiTheme="majorHAnsi" w:cs="Calibri"/>
                <w:color w:val="000000"/>
              </w:rPr>
              <w:t>Z</w:t>
            </w:r>
            <w:r w:rsidRPr="00C321C1">
              <w:rPr>
                <w:rFonts w:asciiTheme="majorHAnsi" w:hAnsiTheme="majorHAnsi" w:cs="Calibri"/>
                <w:color w:val="000000"/>
              </w:rPr>
              <w:t xml:space="preserve">hotovitelem a </w:t>
            </w:r>
            <w:r w:rsidR="00C321C1" w:rsidRPr="00C321C1">
              <w:rPr>
                <w:rFonts w:asciiTheme="majorHAnsi" w:hAnsiTheme="majorHAnsi" w:cs="Calibri"/>
                <w:color w:val="000000"/>
              </w:rPr>
              <w:t>Objednatelem</w:t>
            </w:r>
            <w:r w:rsidRPr="00C321C1">
              <w:rPr>
                <w:rFonts w:asciiTheme="majorHAnsi" w:hAnsiTheme="majorHAnsi" w:cs="Calibri"/>
                <w:color w:val="000000"/>
              </w:rPr>
              <w:t>.</w:t>
            </w:r>
          </w:p>
          <w:p w14:paraId="532F7777" w14:textId="77777777" w:rsidR="00B04D25" w:rsidRPr="00C321C1" w:rsidRDefault="00B04D25" w:rsidP="00C321C1">
            <w:pPr>
              <w:spacing w:after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</w:rPr>
            </w:pPr>
            <w:r w:rsidRPr="00C321C1">
              <w:rPr>
                <w:rFonts w:asciiTheme="majorHAnsi" w:hAnsiTheme="majorHAnsi" w:cs="Calibri"/>
                <w:color w:val="000000"/>
              </w:rPr>
              <w:t>Koordinace prací</w:t>
            </w:r>
          </w:p>
          <w:p w14:paraId="6021C19B" w14:textId="5F070531" w:rsidR="00B04D25" w:rsidRPr="00C321C1" w:rsidRDefault="00B04D25" w:rsidP="00C321C1">
            <w:pPr>
              <w:spacing w:after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</w:rPr>
            </w:pPr>
            <w:r w:rsidRPr="00C321C1">
              <w:rPr>
                <w:rFonts w:asciiTheme="majorHAnsi" w:hAnsiTheme="majorHAnsi" w:cs="Calibri"/>
                <w:color w:val="000000"/>
              </w:rPr>
              <w:t>Autorizace požadavků</w:t>
            </w:r>
          </w:p>
        </w:tc>
      </w:tr>
      <w:tr w:rsidR="00B04D25" w:rsidRPr="000E5CAE" w14:paraId="0B6A4745" w14:textId="77777777" w:rsidTr="005E1078">
        <w:trPr>
          <w:trHeight w:val="28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4493C" w14:textId="77777777" w:rsidR="00B04D25" w:rsidRPr="0074134E" w:rsidRDefault="00B04D25" w:rsidP="00B04D25">
            <w:pPr>
              <w:rPr>
                <w:rFonts w:asciiTheme="majorHAnsi" w:hAnsiTheme="majorHAnsi"/>
                <w:lang w:eastAsia="cs-CZ"/>
              </w:rPr>
            </w:pPr>
            <w:r>
              <w:rPr>
                <w:rFonts w:asciiTheme="majorHAnsi" w:hAnsiTheme="majorHAnsi"/>
                <w:lang w:eastAsia="cs-CZ"/>
              </w:rPr>
              <w:t>2)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A5B97" w14:textId="6D40DB85" w:rsidR="00B04D25" w:rsidRPr="000E5CAE" w:rsidRDefault="00B04D25" w:rsidP="00B04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rFonts w:asciiTheme="majorHAnsi" w:hAnsiTheme="majorHAnsi"/>
                <w:lang w:eastAsia="cs-CZ"/>
              </w:rPr>
              <w:t>SW integrátor</w:t>
            </w:r>
          </w:p>
          <w:p w14:paraId="59D86CB2" w14:textId="77777777" w:rsidR="00B04D25" w:rsidRPr="000E5CAE" w:rsidRDefault="00B04D25" w:rsidP="00B04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ED563" w14:textId="77777777" w:rsidR="00B04D25" w:rsidRPr="000E5CAE" w:rsidRDefault="00B04D25" w:rsidP="00B04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0E5CAE">
              <w:rPr>
                <w:color w:val="000000"/>
              </w:rPr>
              <w:t>Jméno a příjmení:</w:t>
            </w:r>
          </w:p>
          <w:p w14:paraId="3FDD0E55" w14:textId="77777777" w:rsidR="00B04D25" w:rsidRPr="000E5CAE" w:rsidRDefault="00B04D25" w:rsidP="00B04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 w:rsidRPr="000E5CAE">
              <w:rPr>
                <w:highlight w:val="green"/>
                <w:lang w:eastAsia="cs-CZ"/>
              </w:rPr>
              <w:t>[DOPLNÍ ZHOTOVITEL]</w:t>
            </w:r>
          </w:p>
          <w:p w14:paraId="1E7BA4C7" w14:textId="77777777" w:rsidR="00B04D25" w:rsidRPr="000E5CAE" w:rsidRDefault="00B04D25" w:rsidP="00B04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val="de-AT" w:eastAsia="cs-CZ"/>
              </w:rPr>
            </w:pPr>
            <w:r w:rsidRPr="000E5CAE">
              <w:rPr>
                <w:color w:val="000000"/>
              </w:rPr>
              <w:t>Telefon:</w:t>
            </w:r>
            <w:r w:rsidRPr="000E5CAE">
              <w:rPr>
                <w:b/>
                <w:color w:val="000000"/>
              </w:rPr>
              <w:t xml:space="preserve"> </w:t>
            </w:r>
          </w:p>
          <w:p w14:paraId="086D2E3A" w14:textId="77777777" w:rsidR="00B04D25" w:rsidRPr="000E5CAE" w:rsidRDefault="00B04D25" w:rsidP="00B04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 w:rsidRPr="000E5CAE">
              <w:rPr>
                <w:highlight w:val="green"/>
                <w:lang w:eastAsia="cs-CZ"/>
              </w:rPr>
              <w:t>[DOPLNÍ ZHOTOVITEL]</w:t>
            </w:r>
          </w:p>
          <w:p w14:paraId="5F9328EE" w14:textId="77777777" w:rsidR="00B04D25" w:rsidRPr="000E5CAE" w:rsidRDefault="00B04D25" w:rsidP="00B04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0E5CAE">
              <w:rPr>
                <w:color w:val="000000"/>
              </w:rPr>
              <w:t>E-mail:</w:t>
            </w:r>
          </w:p>
          <w:p w14:paraId="2B9625B4" w14:textId="77777777" w:rsidR="00B04D25" w:rsidRPr="000E5CAE" w:rsidRDefault="00B04D25" w:rsidP="00B04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 w:rsidRPr="000E5CAE">
              <w:rPr>
                <w:highlight w:val="green"/>
                <w:lang w:eastAsia="cs-CZ"/>
              </w:rPr>
              <w:t>[DOPLNÍ ZHOTOVITEL]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078D9" w14:textId="77777777" w:rsidR="00B04D25" w:rsidRPr="00C321C1" w:rsidRDefault="00B04D25" w:rsidP="00C321C1">
            <w:pPr>
              <w:spacing w:after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C321C1">
              <w:rPr>
                <w:rFonts w:cs="Calibri"/>
                <w:color w:val="000000"/>
              </w:rPr>
              <w:t>Komunikace IT požadavků</w:t>
            </w:r>
          </w:p>
          <w:p w14:paraId="3A312BCE" w14:textId="2E18DC39" w:rsidR="00B04D25" w:rsidRPr="00C321C1" w:rsidRDefault="00B04D25" w:rsidP="00C321C1">
            <w:pPr>
              <w:spacing w:after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C321C1">
              <w:rPr>
                <w:rFonts w:cs="Calibri"/>
                <w:color w:val="000000"/>
              </w:rPr>
              <w:t>Instalace a konfigurace dodávaného systému</w:t>
            </w: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114EC095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153EDD30" w14:textId="77777777" w:rsidR="006B1150" w:rsidRDefault="006B1150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6F746" w14:textId="77777777" w:rsidR="005F660F" w:rsidRDefault="005F660F" w:rsidP="00962258">
      <w:pPr>
        <w:spacing w:after="0" w:line="240" w:lineRule="auto"/>
      </w:pPr>
      <w:r>
        <w:separator/>
      </w:r>
    </w:p>
  </w:endnote>
  <w:endnote w:type="continuationSeparator" w:id="0">
    <w:p w14:paraId="093882ED" w14:textId="77777777" w:rsidR="005F660F" w:rsidRDefault="005F660F" w:rsidP="00962258">
      <w:pPr>
        <w:spacing w:after="0" w:line="240" w:lineRule="auto"/>
      </w:pPr>
      <w:r>
        <w:continuationSeparator/>
      </w:r>
    </w:p>
  </w:endnote>
  <w:endnote w:type="continuationNotice" w:id="1">
    <w:p w14:paraId="14CD413C" w14:textId="77777777" w:rsidR="005F660F" w:rsidRDefault="005F660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4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B5B6BE" id="Straight Connector 3" o:spid="_x0000_s1026" style="position:absolute;z-index:-2516582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6D3A4D" id="Straight Connector 2" o:spid="_x0000_s1026" style="position:absolute;z-index:-25165823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3C109DC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127321" id="Straight Connector 7" o:spid="_x0000_s1026" style="position:absolute;z-index:-251658239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791628" id="Straight Connector 10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9BCBD5" w14:textId="77777777" w:rsidR="005F660F" w:rsidRDefault="005F660F" w:rsidP="00962258">
      <w:pPr>
        <w:spacing w:after="0" w:line="240" w:lineRule="auto"/>
      </w:pPr>
      <w:r>
        <w:separator/>
      </w:r>
    </w:p>
  </w:footnote>
  <w:footnote w:type="continuationSeparator" w:id="0">
    <w:p w14:paraId="55C575A7" w14:textId="77777777" w:rsidR="005F660F" w:rsidRDefault="005F660F" w:rsidP="00962258">
      <w:pPr>
        <w:spacing w:after="0" w:line="240" w:lineRule="auto"/>
      </w:pPr>
      <w:r>
        <w:continuationSeparator/>
      </w:r>
    </w:p>
  </w:footnote>
  <w:footnote w:type="continuationNotice" w:id="1">
    <w:p w14:paraId="05525E73" w14:textId="77777777" w:rsidR="005F660F" w:rsidRDefault="005F660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47FCB" w14:textId="56059B5E" w:rsidR="00711E3B" w:rsidRDefault="00711E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673DD81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517"/>
    </w:tblGrid>
    <w:tr w:rsidR="00711E3B" w14:paraId="4BDC1E36" w14:textId="77777777" w:rsidTr="000F2BCC">
      <w:trPr>
        <w:trHeight w:val="2036"/>
      </w:trPr>
      <w:tc>
        <w:tcPr>
          <w:tcW w:w="10517" w:type="dxa"/>
          <w:tcMar>
            <w:left w:w="0" w:type="dxa"/>
            <w:right w:w="0" w:type="dxa"/>
          </w:tcMar>
        </w:tcPr>
        <w:p w14:paraId="44FD7E1E" w14:textId="5B135721" w:rsidR="00711E3B" w:rsidRPr="00D6163D" w:rsidRDefault="00711E3B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69435294">
    <w:abstractNumId w:val="2"/>
  </w:num>
  <w:num w:numId="2" w16cid:durableId="1706057736">
    <w:abstractNumId w:val="1"/>
  </w:num>
  <w:num w:numId="3" w16cid:durableId="3828747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8236423">
    <w:abstractNumId w:val="7"/>
  </w:num>
  <w:num w:numId="5" w16cid:durableId="1919484535">
    <w:abstractNumId w:val="3"/>
  </w:num>
  <w:num w:numId="6" w16cid:durableId="2076126703">
    <w:abstractNumId w:val="4"/>
  </w:num>
  <w:num w:numId="7" w16cid:durableId="1983191070">
    <w:abstractNumId w:val="0"/>
  </w:num>
  <w:num w:numId="8" w16cid:durableId="2095667989">
    <w:abstractNumId w:val="5"/>
  </w:num>
  <w:num w:numId="9" w16cid:durableId="14847395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8902775">
    <w:abstractNumId w:val="4"/>
  </w:num>
  <w:num w:numId="11" w16cid:durableId="1947540793">
    <w:abstractNumId w:val="1"/>
  </w:num>
  <w:num w:numId="12" w16cid:durableId="1193805875">
    <w:abstractNumId w:val="4"/>
  </w:num>
  <w:num w:numId="13" w16cid:durableId="514149669">
    <w:abstractNumId w:val="4"/>
  </w:num>
  <w:num w:numId="14" w16cid:durableId="430857591">
    <w:abstractNumId w:val="4"/>
  </w:num>
  <w:num w:numId="15" w16cid:durableId="1103067127">
    <w:abstractNumId w:val="4"/>
  </w:num>
  <w:num w:numId="16" w16cid:durableId="1302734060">
    <w:abstractNumId w:val="8"/>
  </w:num>
  <w:num w:numId="17" w16cid:durableId="1286884499">
    <w:abstractNumId w:val="2"/>
  </w:num>
  <w:num w:numId="18" w16cid:durableId="702286714">
    <w:abstractNumId w:val="8"/>
  </w:num>
  <w:num w:numId="19" w16cid:durableId="399059914">
    <w:abstractNumId w:val="8"/>
  </w:num>
  <w:num w:numId="20" w16cid:durableId="353658331">
    <w:abstractNumId w:val="8"/>
  </w:num>
  <w:num w:numId="21" w16cid:durableId="841121103">
    <w:abstractNumId w:val="8"/>
  </w:num>
  <w:num w:numId="22" w16cid:durableId="558980124">
    <w:abstractNumId w:val="4"/>
  </w:num>
  <w:num w:numId="23" w16cid:durableId="1119033348">
    <w:abstractNumId w:val="1"/>
  </w:num>
  <w:num w:numId="24" w16cid:durableId="696321326">
    <w:abstractNumId w:val="4"/>
  </w:num>
  <w:num w:numId="25" w16cid:durableId="787699444">
    <w:abstractNumId w:val="4"/>
  </w:num>
  <w:num w:numId="26" w16cid:durableId="1130704408">
    <w:abstractNumId w:val="4"/>
  </w:num>
  <w:num w:numId="27" w16cid:durableId="1476098464">
    <w:abstractNumId w:val="4"/>
  </w:num>
  <w:num w:numId="28" w16cid:durableId="2031951537">
    <w:abstractNumId w:val="8"/>
  </w:num>
  <w:num w:numId="29" w16cid:durableId="1475878174">
    <w:abstractNumId w:val="2"/>
  </w:num>
  <w:num w:numId="30" w16cid:durableId="370225215">
    <w:abstractNumId w:val="8"/>
  </w:num>
  <w:num w:numId="31" w16cid:durableId="33895810">
    <w:abstractNumId w:val="8"/>
  </w:num>
  <w:num w:numId="32" w16cid:durableId="385682534">
    <w:abstractNumId w:val="8"/>
  </w:num>
  <w:num w:numId="33" w16cid:durableId="2052798487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FBB"/>
    <w:rsid w:val="00017EC8"/>
    <w:rsid w:val="0003686C"/>
    <w:rsid w:val="00060FBD"/>
    <w:rsid w:val="00072C1E"/>
    <w:rsid w:val="000810D4"/>
    <w:rsid w:val="0009199B"/>
    <w:rsid w:val="00097E08"/>
    <w:rsid w:val="000A78E3"/>
    <w:rsid w:val="000B6CE6"/>
    <w:rsid w:val="000E23A7"/>
    <w:rsid w:val="0010693F"/>
    <w:rsid w:val="00114472"/>
    <w:rsid w:val="001550BC"/>
    <w:rsid w:val="001605B9"/>
    <w:rsid w:val="00163346"/>
    <w:rsid w:val="00170EC5"/>
    <w:rsid w:val="0017163F"/>
    <w:rsid w:val="001747C1"/>
    <w:rsid w:val="00184743"/>
    <w:rsid w:val="00185FD9"/>
    <w:rsid w:val="00192A92"/>
    <w:rsid w:val="001C2233"/>
    <w:rsid w:val="001C468D"/>
    <w:rsid w:val="001D00D1"/>
    <w:rsid w:val="00207DF5"/>
    <w:rsid w:val="00211820"/>
    <w:rsid w:val="00270D90"/>
    <w:rsid w:val="00280E07"/>
    <w:rsid w:val="00290AB7"/>
    <w:rsid w:val="002B49D8"/>
    <w:rsid w:val="002C31BF"/>
    <w:rsid w:val="002D08B1"/>
    <w:rsid w:val="002E0CD7"/>
    <w:rsid w:val="002F304F"/>
    <w:rsid w:val="00341DCF"/>
    <w:rsid w:val="00343F31"/>
    <w:rsid w:val="00357BC6"/>
    <w:rsid w:val="00366A5F"/>
    <w:rsid w:val="003956C6"/>
    <w:rsid w:val="0039579F"/>
    <w:rsid w:val="00395A96"/>
    <w:rsid w:val="003A4EB1"/>
    <w:rsid w:val="003C4FBB"/>
    <w:rsid w:val="003F28E6"/>
    <w:rsid w:val="004251D5"/>
    <w:rsid w:val="00441430"/>
    <w:rsid w:val="00445F4B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D6D4D"/>
    <w:rsid w:val="004E143C"/>
    <w:rsid w:val="004E3A53"/>
    <w:rsid w:val="004F20BC"/>
    <w:rsid w:val="004F4B9B"/>
    <w:rsid w:val="004F69EA"/>
    <w:rsid w:val="00504A27"/>
    <w:rsid w:val="00511AB9"/>
    <w:rsid w:val="00523EA7"/>
    <w:rsid w:val="00553375"/>
    <w:rsid w:val="00557C28"/>
    <w:rsid w:val="005736B7"/>
    <w:rsid w:val="00575E5A"/>
    <w:rsid w:val="00581E46"/>
    <w:rsid w:val="00597386"/>
    <w:rsid w:val="005A461B"/>
    <w:rsid w:val="005F1404"/>
    <w:rsid w:val="005F628F"/>
    <w:rsid w:val="005F660F"/>
    <w:rsid w:val="00605385"/>
    <w:rsid w:val="0061068E"/>
    <w:rsid w:val="00645A29"/>
    <w:rsid w:val="00652FE1"/>
    <w:rsid w:val="00660AD3"/>
    <w:rsid w:val="006673B1"/>
    <w:rsid w:val="00667F1C"/>
    <w:rsid w:val="00677B7F"/>
    <w:rsid w:val="006A5570"/>
    <w:rsid w:val="006A689C"/>
    <w:rsid w:val="006B1150"/>
    <w:rsid w:val="006B1E00"/>
    <w:rsid w:val="006B3D79"/>
    <w:rsid w:val="006D7AFE"/>
    <w:rsid w:val="006E0578"/>
    <w:rsid w:val="006E314D"/>
    <w:rsid w:val="00710723"/>
    <w:rsid w:val="00711E3B"/>
    <w:rsid w:val="00723ED1"/>
    <w:rsid w:val="0074101C"/>
    <w:rsid w:val="00741EFE"/>
    <w:rsid w:val="00743525"/>
    <w:rsid w:val="0076286B"/>
    <w:rsid w:val="007651F6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554"/>
    <w:rsid w:val="00886D4B"/>
    <w:rsid w:val="00895406"/>
    <w:rsid w:val="00897B1D"/>
    <w:rsid w:val="008A3568"/>
    <w:rsid w:val="008C6F1E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4E0"/>
    <w:rsid w:val="009B2E97"/>
    <w:rsid w:val="009D1065"/>
    <w:rsid w:val="009E07F4"/>
    <w:rsid w:val="009F392E"/>
    <w:rsid w:val="009F5ACA"/>
    <w:rsid w:val="00A130DD"/>
    <w:rsid w:val="00A1780E"/>
    <w:rsid w:val="00A31564"/>
    <w:rsid w:val="00A52D54"/>
    <w:rsid w:val="00A6177B"/>
    <w:rsid w:val="00A66136"/>
    <w:rsid w:val="00AA3ACF"/>
    <w:rsid w:val="00AA4CBB"/>
    <w:rsid w:val="00AA65FA"/>
    <w:rsid w:val="00AA7351"/>
    <w:rsid w:val="00AD056F"/>
    <w:rsid w:val="00AD6731"/>
    <w:rsid w:val="00B04D25"/>
    <w:rsid w:val="00B15D0D"/>
    <w:rsid w:val="00B75EE1"/>
    <w:rsid w:val="00B77481"/>
    <w:rsid w:val="00B8518B"/>
    <w:rsid w:val="00BB4877"/>
    <w:rsid w:val="00BB4DBC"/>
    <w:rsid w:val="00BD7E91"/>
    <w:rsid w:val="00BE1EA6"/>
    <w:rsid w:val="00BE3667"/>
    <w:rsid w:val="00BF38AF"/>
    <w:rsid w:val="00C02D0A"/>
    <w:rsid w:val="00C03A6E"/>
    <w:rsid w:val="00C321C1"/>
    <w:rsid w:val="00C3471C"/>
    <w:rsid w:val="00C44F6A"/>
    <w:rsid w:val="00C47AE3"/>
    <w:rsid w:val="00C57898"/>
    <w:rsid w:val="00C8161C"/>
    <w:rsid w:val="00C84E41"/>
    <w:rsid w:val="00CC66E8"/>
    <w:rsid w:val="00CD0AFE"/>
    <w:rsid w:val="00CD1FC4"/>
    <w:rsid w:val="00D142FE"/>
    <w:rsid w:val="00D2070F"/>
    <w:rsid w:val="00D21061"/>
    <w:rsid w:val="00D4108E"/>
    <w:rsid w:val="00D6163D"/>
    <w:rsid w:val="00D72837"/>
    <w:rsid w:val="00D73D46"/>
    <w:rsid w:val="00D831A3"/>
    <w:rsid w:val="00DC75F3"/>
    <w:rsid w:val="00DC7E2D"/>
    <w:rsid w:val="00DD46F3"/>
    <w:rsid w:val="00DE56F2"/>
    <w:rsid w:val="00DF116D"/>
    <w:rsid w:val="00E04F11"/>
    <w:rsid w:val="00E2230B"/>
    <w:rsid w:val="00E36C4A"/>
    <w:rsid w:val="00E75E8D"/>
    <w:rsid w:val="00EB104F"/>
    <w:rsid w:val="00ED14BD"/>
    <w:rsid w:val="00F0533E"/>
    <w:rsid w:val="00F1048D"/>
    <w:rsid w:val="00F12DEC"/>
    <w:rsid w:val="00F1715C"/>
    <w:rsid w:val="00F310F8"/>
    <w:rsid w:val="00F35939"/>
    <w:rsid w:val="00F3770F"/>
    <w:rsid w:val="00F45607"/>
    <w:rsid w:val="00F5558F"/>
    <w:rsid w:val="00F659EB"/>
    <w:rsid w:val="00F845A8"/>
    <w:rsid w:val="00F86BA6"/>
    <w:rsid w:val="00FC6389"/>
    <w:rsid w:val="00FE046E"/>
    <w:rsid w:val="2C89B523"/>
    <w:rsid w:val="550D272F"/>
    <w:rsid w:val="5B09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D6909E"/>
  <w14:defaultImageDpi w14:val="32767"/>
  <w15:docId w15:val="{DC86F580-8DD0-4D0A-B15D-8567F8BA3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9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C84E41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E2230B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E2230B"/>
    <w:pPr>
      <w:widowControl w:val="0"/>
      <w:autoSpaceDE w:val="0"/>
      <w:spacing w:before="120"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E2230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52D54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2D54"/>
    <w:rPr>
      <w:rFonts w:ascii="Arial" w:eastAsia="Times New Roman" w:hAnsi="Arial" w:cs="Times New Roman"/>
      <w:b/>
      <w:bCs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rsid w:val="0009199B"/>
    <w:pPr>
      <w:spacing w:before="120" w:after="120"/>
    </w:p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normaltextrun">
    <w:name w:val="normaltextrun"/>
    <w:basedOn w:val="Standardnpsmoodstavce"/>
    <w:rsid w:val="0009199B"/>
  </w:style>
  <w:style w:type="character" w:customStyle="1" w:styleId="eop">
    <w:name w:val="eop"/>
    <w:basedOn w:val="Standardnpsmoodstavce"/>
    <w:rsid w:val="0009199B"/>
  </w:style>
  <w:style w:type="character" w:styleId="Znakapoznpodarou">
    <w:name w:val="footnote reference"/>
    <w:basedOn w:val="Standardnpsmoodstavce"/>
    <w:uiPriority w:val="99"/>
    <w:semiHidden/>
    <w:unhideWhenUsed/>
    <w:rsid w:val="000919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15" ma:contentTypeDescription="Vytvoří nový dokument" ma:contentTypeScope="" ma:versionID="417fde721a0c1cfbe8b5d100e550063c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ee953fcc1d3eac1ae18493bbfe4bfe1d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lcf76f155ced4ddcb4097134ff3c332f xmlns="5d68eef5-98d5-40a3-92f6-b741586f1a2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066827-11D0-4646-8759-6C7A11AB68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309312-23C9-40F8-A058-4BB68B759A8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5d68eef5-98d5-40a3-92f6-b741586f1a2a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74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cp:lastModifiedBy>Jiranová Ivana</cp:lastModifiedBy>
  <cp:revision>4</cp:revision>
  <cp:lastPrinted>2017-11-29T02:18:00Z</cp:lastPrinted>
  <dcterms:created xsi:type="dcterms:W3CDTF">2025-06-16T07:29:00Z</dcterms:created>
  <dcterms:modified xsi:type="dcterms:W3CDTF">2025-09-26T08:42:00Z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  <property fmtid="{D5CDD505-2E9C-101B-9397-08002B2CF9AE}" pid="3" name="URL">
    <vt:lpwstr/>
  </property>
  <property fmtid="{D5CDD505-2E9C-101B-9397-08002B2CF9AE}" pid="4" name="MediaServiceImageTags">
    <vt:lpwstr/>
  </property>
  <property fmtid="{D5CDD505-2E9C-101B-9397-08002B2CF9AE}" pid="5" name="ClassificationContentMarkingHeaderShapeIds">
    <vt:lpwstr>45708019</vt:lpwstr>
  </property>
  <property fmtid="{D5CDD505-2E9C-101B-9397-08002B2CF9AE}" pid="6" name="ClassificationContentMarkingHeaderFontProps">
    <vt:lpwstr>#000000,7,Verdana</vt:lpwstr>
  </property>
  <property fmtid="{D5CDD505-2E9C-101B-9397-08002B2CF9AE}" pid="7" name="ClassificationContentMarkingHeaderText">
    <vt:lpwstr>SŽ: Interní</vt:lpwstr>
  </property>
</Properties>
</file>